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E76" w:rsidRPr="00433DC7" w:rsidRDefault="00B46E76" w:rsidP="00433DC7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kern w:val="1"/>
          <w:sz w:val="24"/>
          <w:szCs w:val="24"/>
          <w:lang w:eastAsia="zh-CN" w:bidi="hi-IN"/>
        </w:rPr>
      </w:pPr>
    </w:p>
    <w:p w:rsidR="00B46E76" w:rsidRPr="00433DC7" w:rsidRDefault="00B46E76" w:rsidP="00433DC7">
      <w:pPr>
        <w:widowControl w:val="0"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zh-CN" w:bidi="hi-IN"/>
        </w:rPr>
      </w:pPr>
      <w:r w:rsidRPr="00433DC7">
        <w:rPr>
          <w:rFonts w:ascii="Arial" w:hAnsi="Arial" w:cs="Arial"/>
          <w:b/>
          <w:kern w:val="1"/>
          <w:sz w:val="24"/>
          <w:szCs w:val="24"/>
          <w:lang w:eastAsia="zh-CN" w:bidi="hi-IN"/>
        </w:rPr>
        <w:t>РОССИЙСКАЯ ФЕДЕРАЦИЯ</w:t>
      </w:r>
    </w:p>
    <w:p w:rsidR="00B46E76" w:rsidRPr="00433DC7" w:rsidRDefault="00B46E76" w:rsidP="00433DC7">
      <w:pPr>
        <w:widowControl w:val="0"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zh-CN" w:bidi="hi-IN"/>
        </w:rPr>
      </w:pPr>
      <w:r w:rsidRPr="00433DC7">
        <w:rPr>
          <w:rFonts w:ascii="Arial" w:hAnsi="Arial" w:cs="Arial"/>
          <w:b/>
          <w:kern w:val="1"/>
          <w:sz w:val="24"/>
          <w:szCs w:val="24"/>
          <w:lang w:eastAsia="zh-CN" w:bidi="hi-IN"/>
        </w:rPr>
        <w:t>ОРЛОВСКАЯ ОБЛАСТЬ ЛИВЕНСКИЙ РАЙОН</w:t>
      </w:r>
    </w:p>
    <w:p w:rsidR="00B46E76" w:rsidRPr="00433DC7" w:rsidRDefault="00B46E76" w:rsidP="00433DC7">
      <w:pPr>
        <w:widowControl w:val="0"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zh-CN" w:bidi="hi-IN"/>
        </w:rPr>
      </w:pPr>
    </w:p>
    <w:p w:rsidR="00B46E76" w:rsidRPr="00433DC7" w:rsidRDefault="00B46E76" w:rsidP="00433DC7">
      <w:pPr>
        <w:widowControl w:val="0"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zh-CN" w:bidi="hi-IN"/>
        </w:rPr>
      </w:pPr>
      <w:r>
        <w:rPr>
          <w:rFonts w:ascii="Arial" w:hAnsi="Arial" w:cs="Arial"/>
          <w:b/>
          <w:kern w:val="1"/>
          <w:sz w:val="24"/>
          <w:szCs w:val="24"/>
          <w:lang w:eastAsia="zh-CN" w:bidi="hi-IN"/>
        </w:rPr>
        <w:t xml:space="preserve">ДУТОВСКИЙ </w:t>
      </w:r>
      <w:r w:rsidRPr="00433DC7">
        <w:rPr>
          <w:rFonts w:ascii="Arial" w:hAnsi="Arial" w:cs="Arial"/>
          <w:b/>
          <w:kern w:val="1"/>
          <w:sz w:val="24"/>
          <w:szCs w:val="24"/>
          <w:lang w:eastAsia="zh-CN" w:bidi="hi-IN"/>
        </w:rPr>
        <w:t>СЕЛЬСКИЙ СОВЕТ НАРОДНЫХ ДЕПУТАТОВ</w:t>
      </w:r>
    </w:p>
    <w:p w:rsidR="00B46E76" w:rsidRPr="00433DC7" w:rsidRDefault="00B46E76" w:rsidP="00433DC7">
      <w:pPr>
        <w:widowControl w:val="0"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zh-CN" w:bidi="hi-IN"/>
        </w:rPr>
      </w:pPr>
    </w:p>
    <w:p w:rsidR="00B46E76" w:rsidRPr="00433DC7" w:rsidRDefault="00B46E76" w:rsidP="00433DC7">
      <w:pPr>
        <w:widowControl w:val="0"/>
        <w:spacing w:after="0" w:line="240" w:lineRule="auto"/>
        <w:jc w:val="center"/>
        <w:rPr>
          <w:rFonts w:ascii="Arial" w:hAnsi="Arial" w:cs="Arial"/>
          <w:b/>
          <w:kern w:val="1"/>
          <w:sz w:val="24"/>
          <w:szCs w:val="24"/>
          <w:lang w:eastAsia="zh-CN" w:bidi="hi-IN"/>
        </w:rPr>
      </w:pPr>
      <w:r w:rsidRPr="00433DC7">
        <w:rPr>
          <w:rFonts w:ascii="Arial" w:hAnsi="Arial" w:cs="Arial"/>
          <w:b/>
          <w:kern w:val="1"/>
          <w:sz w:val="24"/>
          <w:szCs w:val="24"/>
          <w:lang w:eastAsia="zh-CN" w:bidi="hi-IN"/>
        </w:rPr>
        <w:t>РЕШЕНИЕ</w:t>
      </w:r>
    </w:p>
    <w:p w:rsidR="00B46E76" w:rsidRPr="00433DC7" w:rsidRDefault="00B46E76" w:rsidP="00433DC7">
      <w:pPr>
        <w:widowControl w:val="0"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zh-CN" w:bidi="hi-IN"/>
        </w:rPr>
      </w:pPr>
    </w:p>
    <w:tbl>
      <w:tblPr>
        <w:tblW w:w="98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450"/>
        <w:gridCol w:w="1251"/>
        <w:gridCol w:w="681"/>
        <w:gridCol w:w="4891"/>
      </w:tblGrid>
      <w:tr w:rsidR="00B46E76" w:rsidRPr="00433DC7" w:rsidTr="00433DC7">
        <w:tc>
          <w:tcPr>
            <w:tcW w:w="2552" w:type="dxa"/>
            <w:tcBorders>
              <w:top w:val="nil"/>
              <w:left w:val="nil"/>
              <w:right w:val="nil"/>
            </w:tcBorders>
          </w:tcPr>
          <w:p w:rsidR="00B46E76" w:rsidRPr="00433DC7" w:rsidRDefault="00B46E76" w:rsidP="00433DC7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kern w:val="1"/>
                <w:sz w:val="24"/>
                <w:szCs w:val="24"/>
                <w:lang w:eastAsia="zh-CN" w:bidi="hi-IN"/>
              </w:rPr>
            </w:pPr>
          </w:p>
          <w:p w:rsidR="00B46E76" w:rsidRPr="00433DC7" w:rsidRDefault="00B46E76" w:rsidP="00433DC7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kern w:val="1"/>
                <w:sz w:val="24"/>
                <w:szCs w:val="24"/>
                <w:lang w:eastAsia="zh-CN" w:bidi="hi-IN"/>
              </w:rPr>
            </w:pPr>
          </w:p>
          <w:p w:rsidR="00B46E76" w:rsidRPr="00433DC7" w:rsidRDefault="00B46E76" w:rsidP="00433DC7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6E76" w:rsidRPr="00433DC7" w:rsidRDefault="00B46E76" w:rsidP="00433DC7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kern w:val="1"/>
                <w:sz w:val="24"/>
                <w:szCs w:val="24"/>
                <w:lang w:eastAsia="zh-CN" w:bidi="hi-IN"/>
              </w:rPr>
            </w:pPr>
            <w:r w:rsidRPr="00433DC7">
              <w:rPr>
                <w:rFonts w:ascii="Arial" w:hAnsi="Arial" w:cs="Arial"/>
                <w:kern w:val="1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1251" w:type="dxa"/>
            <w:tcBorders>
              <w:top w:val="nil"/>
              <w:left w:val="nil"/>
              <w:right w:val="nil"/>
            </w:tcBorders>
            <w:vAlign w:val="bottom"/>
          </w:tcPr>
          <w:p w:rsidR="00B46E76" w:rsidRPr="00433DC7" w:rsidRDefault="00B46E76" w:rsidP="00433DC7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B46E76" w:rsidRPr="00433DC7" w:rsidRDefault="00B46E76" w:rsidP="00433DC7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</w:tcPr>
          <w:p w:rsidR="00B46E76" w:rsidRPr="00433DC7" w:rsidRDefault="00B46E76" w:rsidP="00656BAE">
            <w:pPr>
              <w:widowControl w:val="0"/>
              <w:spacing w:after="0" w:line="240" w:lineRule="auto"/>
              <w:ind w:right="91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Принято на ____</w:t>
            </w:r>
            <w:r w:rsidRPr="00433DC7">
              <w:rPr>
                <w:rFonts w:ascii="Arial" w:hAnsi="Arial" w:cs="Arial"/>
                <w:sz w:val="24"/>
                <w:szCs w:val="24"/>
              </w:rPr>
              <w:t xml:space="preserve">- ом заседании </w:t>
            </w:r>
            <w:r>
              <w:rPr>
                <w:rFonts w:ascii="Arial" w:hAnsi="Arial" w:cs="Arial"/>
                <w:sz w:val="24"/>
                <w:szCs w:val="24"/>
              </w:rPr>
              <w:t>Дутовского</w:t>
            </w:r>
            <w:r w:rsidRPr="00433D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33DC7">
              <w:rPr>
                <w:rFonts w:ascii="Arial" w:hAnsi="Arial" w:cs="Arial"/>
                <w:bCs/>
                <w:sz w:val="24"/>
                <w:szCs w:val="24"/>
              </w:rPr>
              <w:t>сельского Совета народных депутатов</w:t>
            </w:r>
          </w:p>
        </w:tc>
      </w:tr>
    </w:tbl>
    <w:p w:rsidR="00B46E76" w:rsidRPr="00433DC7" w:rsidRDefault="00B46E76" w:rsidP="009B7035">
      <w:pPr>
        <w:widowControl w:val="0"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zh-CN" w:bidi="hi-IN"/>
        </w:rPr>
      </w:pPr>
      <w:r>
        <w:rPr>
          <w:rFonts w:ascii="Arial" w:hAnsi="Arial" w:cs="Arial"/>
          <w:kern w:val="1"/>
          <w:sz w:val="24"/>
          <w:szCs w:val="24"/>
          <w:lang w:eastAsia="zh-CN" w:bidi="hi-IN"/>
        </w:rPr>
        <w:t>д.Семенихино</w:t>
      </w:r>
    </w:p>
    <w:p w:rsidR="00B46E76" w:rsidRPr="00433DC7" w:rsidRDefault="00B46E76" w:rsidP="00433D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6E76" w:rsidRPr="00B671A3" w:rsidRDefault="00B46E76" w:rsidP="009B7035">
      <w:pPr>
        <w:pStyle w:val="BodyText"/>
        <w:spacing w:after="0" w:line="238" w:lineRule="auto"/>
        <w:ind w:right="5385"/>
        <w:jc w:val="both"/>
        <w:rPr>
          <w:rFonts w:ascii="Arial" w:hAnsi="Arial" w:cs="Arial"/>
          <w:sz w:val="24"/>
          <w:szCs w:val="24"/>
        </w:rPr>
      </w:pPr>
      <w:r w:rsidRPr="00B671A3">
        <w:rPr>
          <w:rFonts w:ascii="Arial" w:hAnsi="Arial" w:cs="Arial"/>
          <w:sz w:val="24"/>
          <w:szCs w:val="24"/>
        </w:rPr>
        <w:t xml:space="preserve">О внесении изменений и дополнений в Устав </w:t>
      </w:r>
      <w:r>
        <w:rPr>
          <w:rFonts w:ascii="Arial" w:hAnsi="Arial" w:cs="Arial"/>
          <w:sz w:val="24"/>
          <w:szCs w:val="24"/>
        </w:rPr>
        <w:t xml:space="preserve">Дутовского </w:t>
      </w:r>
      <w:r w:rsidRPr="00B671A3">
        <w:rPr>
          <w:rFonts w:ascii="Arial" w:hAnsi="Arial" w:cs="Arial"/>
          <w:sz w:val="24"/>
          <w:szCs w:val="24"/>
        </w:rPr>
        <w:t xml:space="preserve">сельского поселения Ливенского </w:t>
      </w:r>
      <w:r>
        <w:rPr>
          <w:rFonts w:ascii="Arial" w:hAnsi="Arial" w:cs="Arial"/>
          <w:sz w:val="24"/>
          <w:szCs w:val="24"/>
        </w:rPr>
        <w:t xml:space="preserve">муниципального </w:t>
      </w:r>
      <w:r w:rsidRPr="00B671A3">
        <w:rPr>
          <w:rFonts w:ascii="Arial" w:hAnsi="Arial" w:cs="Arial"/>
          <w:sz w:val="24"/>
          <w:szCs w:val="24"/>
        </w:rPr>
        <w:t>района Орловской области</w:t>
      </w:r>
    </w:p>
    <w:p w:rsidR="00B46E76" w:rsidRDefault="00B46E76" w:rsidP="005C0F25">
      <w:pPr>
        <w:pStyle w:val="BodyText"/>
        <w:spacing w:after="0" w:line="238" w:lineRule="auto"/>
        <w:ind w:right="5385"/>
        <w:jc w:val="both"/>
        <w:rPr>
          <w:rFonts w:ascii="Arial" w:hAnsi="Arial" w:cs="Arial"/>
        </w:rPr>
      </w:pPr>
    </w:p>
    <w:p w:rsidR="00B46E76" w:rsidRDefault="00B46E76" w:rsidP="009B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F31BF">
        <w:rPr>
          <w:rFonts w:ascii="Arial" w:hAnsi="Arial" w:cs="Arial"/>
          <w:sz w:val="24"/>
          <w:szCs w:val="24"/>
        </w:rPr>
        <w:t>В целях приведения Устава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Дутовского  </w:t>
      </w:r>
      <w:r w:rsidRPr="005C0F25">
        <w:rPr>
          <w:rFonts w:ascii="Arial" w:hAnsi="Arial" w:cs="Arial"/>
          <w:sz w:val="24"/>
          <w:szCs w:val="24"/>
        </w:rPr>
        <w:t xml:space="preserve">сельского поселения Ливенского </w:t>
      </w:r>
      <w:r>
        <w:rPr>
          <w:rFonts w:ascii="Arial" w:hAnsi="Arial" w:cs="Arial"/>
          <w:sz w:val="24"/>
          <w:szCs w:val="24"/>
        </w:rPr>
        <w:t xml:space="preserve">муниципального </w:t>
      </w:r>
      <w:r w:rsidRPr="005C0F25">
        <w:rPr>
          <w:rFonts w:ascii="Arial" w:hAnsi="Arial" w:cs="Arial"/>
          <w:sz w:val="24"/>
          <w:szCs w:val="24"/>
        </w:rPr>
        <w:t>района Орловской области в соответствие с действующим законодательством</w:t>
      </w:r>
    </w:p>
    <w:p w:rsidR="00B46E76" w:rsidRDefault="00B46E76" w:rsidP="009B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46E76" w:rsidRDefault="00B46E76" w:rsidP="009B70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46E76" w:rsidRDefault="00B46E76" w:rsidP="005C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Дутовский </w:t>
      </w:r>
      <w:r w:rsidRPr="005C0F25">
        <w:rPr>
          <w:rFonts w:ascii="Arial" w:hAnsi="Arial" w:cs="Arial"/>
          <w:b/>
          <w:sz w:val="24"/>
          <w:szCs w:val="24"/>
        </w:rPr>
        <w:t>сельский Совет народных депутатов р е ш и л:</w:t>
      </w:r>
    </w:p>
    <w:p w:rsidR="00B46E76" w:rsidRDefault="00B46E76" w:rsidP="005C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B46E76" w:rsidRPr="005C0F25" w:rsidRDefault="00B46E76" w:rsidP="005C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B46E76" w:rsidRDefault="00B46E76" w:rsidP="009B70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0F25">
        <w:rPr>
          <w:rFonts w:ascii="Arial" w:hAnsi="Arial" w:cs="Arial"/>
          <w:sz w:val="24"/>
          <w:szCs w:val="24"/>
        </w:rPr>
        <w:t>1</w:t>
      </w:r>
      <w:r w:rsidRPr="008C091E">
        <w:rPr>
          <w:rFonts w:ascii="Arial" w:hAnsi="Arial" w:cs="Arial"/>
          <w:sz w:val="24"/>
          <w:szCs w:val="24"/>
        </w:rPr>
        <w:t xml:space="preserve">. Внести в Устав </w:t>
      </w:r>
      <w:r>
        <w:rPr>
          <w:rFonts w:ascii="Arial" w:hAnsi="Arial" w:cs="Arial"/>
          <w:sz w:val="24"/>
          <w:szCs w:val="24"/>
        </w:rPr>
        <w:t xml:space="preserve">Дутовского </w:t>
      </w:r>
      <w:r w:rsidRPr="008C091E">
        <w:rPr>
          <w:rFonts w:ascii="Arial" w:hAnsi="Arial" w:cs="Arial"/>
          <w:sz w:val="24"/>
          <w:szCs w:val="24"/>
        </w:rPr>
        <w:t>сельского поселения Ливенского</w:t>
      </w:r>
      <w:r>
        <w:rPr>
          <w:rFonts w:ascii="Arial" w:hAnsi="Arial" w:cs="Arial"/>
          <w:sz w:val="24"/>
          <w:szCs w:val="24"/>
        </w:rPr>
        <w:t xml:space="preserve"> муниципального </w:t>
      </w:r>
      <w:r w:rsidRPr="008C091E">
        <w:rPr>
          <w:rFonts w:ascii="Arial" w:hAnsi="Arial" w:cs="Arial"/>
          <w:sz w:val="24"/>
          <w:szCs w:val="24"/>
        </w:rPr>
        <w:t>района Орловской области следующие изменения:</w:t>
      </w:r>
    </w:p>
    <w:p w:rsidR="00B46E76" w:rsidRPr="000949A7" w:rsidRDefault="00B46E76" w:rsidP="000949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49A7">
        <w:rPr>
          <w:rFonts w:ascii="Arial" w:hAnsi="Arial" w:cs="Arial"/>
          <w:sz w:val="24"/>
          <w:szCs w:val="24"/>
        </w:rPr>
        <w:t xml:space="preserve">1.1.В преамбуле Устава после слов «Федеральным законом от 06.10.2003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0949A7">
        <w:rPr>
          <w:rFonts w:ascii="Arial" w:hAnsi="Arial" w:cs="Arial"/>
          <w:sz w:val="24"/>
          <w:szCs w:val="24"/>
        </w:rPr>
        <w:t>№131-ФЗ «Об общих принципах организации местного самоуправления в Российской Федерации»» (далее – Федеральный закон «Об общих принципах организации местного самоуправления в Российской Федерации»)» дополнить словами «Федеральным законом от 20.03.2025 № 33-ФЗ «Об общих принципах организации местного самоуправления в единой системе публичной власти»» (далее - Федеральный закон «Об общих принципах организации местного самоуправления в единой системе публичной власти»)</w:t>
      </w:r>
      <w:r w:rsidRPr="000949A7">
        <w:rPr>
          <w:sz w:val="24"/>
          <w:szCs w:val="24"/>
        </w:rPr>
        <w:t xml:space="preserve"> </w:t>
      </w:r>
      <w:r w:rsidRPr="000949A7">
        <w:rPr>
          <w:rFonts w:ascii="Arial" w:hAnsi="Arial" w:cs="Arial"/>
          <w:sz w:val="24"/>
          <w:szCs w:val="24"/>
        </w:rPr>
        <w:t>».</w:t>
      </w:r>
    </w:p>
    <w:p w:rsidR="00B46E76" w:rsidRPr="000949A7" w:rsidRDefault="00B46E76" w:rsidP="000949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49A7">
        <w:rPr>
          <w:rFonts w:ascii="Arial" w:hAnsi="Arial" w:cs="Arial"/>
          <w:sz w:val="24"/>
          <w:szCs w:val="24"/>
        </w:rPr>
        <w:t>1.2  В статье 39:</w:t>
      </w:r>
    </w:p>
    <w:p w:rsidR="00B46E76" w:rsidRPr="000949A7" w:rsidRDefault="00B46E76" w:rsidP="000949A7">
      <w:pPr>
        <w:autoSpaceDE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0949A7">
        <w:rPr>
          <w:rFonts w:ascii="Arial" w:hAnsi="Arial" w:cs="Arial"/>
          <w:sz w:val="24"/>
          <w:szCs w:val="24"/>
        </w:rPr>
        <w:t xml:space="preserve">1) часть 8  </w:t>
      </w:r>
      <w:r w:rsidRPr="000949A7">
        <w:rPr>
          <w:rFonts w:ascii="Arial" w:hAnsi="Arial" w:cs="Arial"/>
          <w:sz w:val="24"/>
          <w:szCs w:val="24"/>
          <w:lang w:eastAsia="ru-RU"/>
        </w:rPr>
        <w:t>изложить в следующей редакции:</w:t>
      </w:r>
    </w:p>
    <w:p w:rsidR="00B46E76" w:rsidRPr="000949A7" w:rsidRDefault="00B46E76" w:rsidP="009B7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0949A7">
        <w:rPr>
          <w:rFonts w:ascii="Arial" w:hAnsi="Arial" w:cs="Arial"/>
          <w:sz w:val="24"/>
          <w:szCs w:val="24"/>
          <w:lang w:eastAsia="ru-RU"/>
        </w:rPr>
        <w:t xml:space="preserve">«8. Официальным опубликованием муниципальных правовых актов или соглашений, заключенных между органами местного самоуправления, считается первая публикация их полного текста в сетевом издании средства массовой информации «Официальный сайт Администрации Ливенского района Орловской области» </w:t>
      </w:r>
      <w:hyperlink r:id="rId5" w:history="1">
        <w:r w:rsidRPr="000949A7">
          <w:rPr>
            <w:rFonts w:ascii="Arial" w:hAnsi="Arial" w:cs="Arial"/>
            <w:color w:val="000000"/>
            <w:sz w:val="24"/>
            <w:szCs w:val="24"/>
            <w:lang w:eastAsia="ru-RU"/>
          </w:rPr>
          <w:t>https://www.adm-livr.ru</w:t>
        </w:r>
      </w:hyperlink>
      <w:r w:rsidRPr="000949A7">
        <w:rPr>
          <w:rFonts w:ascii="Arial" w:hAnsi="Arial" w:cs="Arial"/>
          <w:color w:val="000000"/>
          <w:sz w:val="24"/>
          <w:szCs w:val="24"/>
          <w:lang w:eastAsia="ru-RU"/>
        </w:rPr>
        <w:t xml:space="preserve"> (зарегистрировано в Федеральной службе по надзору в сфере связи, информационных технологий и массовых коммуникациях, регистрационный номер и дата принятия решения о регистрации: серия Эл №  ФС77-90434 от 18.11.2025 г.) или </w:t>
      </w:r>
      <w:r w:rsidRPr="000949A7">
        <w:rPr>
          <w:rFonts w:ascii="Arial" w:hAnsi="Arial" w:cs="Arial"/>
          <w:sz w:val="24"/>
          <w:szCs w:val="24"/>
          <w:lang w:eastAsia="ru-RU"/>
        </w:rPr>
        <w:t>в и</w:t>
      </w:r>
      <w:r w:rsidRPr="000949A7">
        <w:rPr>
          <w:rFonts w:ascii="Arial" w:hAnsi="Arial" w:cs="Arial"/>
          <w:sz w:val="24"/>
          <w:szCs w:val="24"/>
        </w:rPr>
        <w:t xml:space="preserve">нформационном бюллетене </w:t>
      </w:r>
      <w:r>
        <w:rPr>
          <w:rFonts w:ascii="Arial" w:hAnsi="Arial" w:cs="Arial"/>
          <w:sz w:val="24"/>
          <w:szCs w:val="24"/>
        </w:rPr>
        <w:t xml:space="preserve">Дутовского </w:t>
      </w:r>
      <w:r w:rsidRPr="000949A7">
        <w:rPr>
          <w:rFonts w:ascii="Arial" w:hAnsi="Arial" w:cs="Arial"/>
          <w:sz w:val="24"/>
          <w:szCs w:val="24"/>
        </w:rPr>
        <w:t>сельского поселения</w:t>
      </w:r>
      <w:r w:rsidRPr="000949A7">
        <w:rPr>
          <w:rFonts w:ascii="Arial" w:hAnsi="Arial" w:cs="Arial"/>
          <w:sz w:val="24"/>
          <w:szCs w:val="24"/>
          <w:lang w:eastAsia="ru-RU"/>
        </w:rPr>
        <w:t>».</w:t>
      </w:r>
    </w:p>
    <w:p w:rsidR="00B46E76" w:rsidRDefault="00B46E76" w:rsidP="00D02CA3">
      <w:pPr>
        <w:autoSpaceDE w:val="0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0949A7">
        <w:rPr>
          <w:rFonts w:ascii="Arial" w:hAnsi="Arial" w:cs="Arial"/>
          <w:sz w:val="24"/>
          <w:szCs w:val="24"/>
          <w:lang w:eastAsia="ru-RU"/>
        </w:rPr>
        <w:t>2)  часть 9 исключить.</w:t>
      </w:r>
    </w:p>
    <w:p w:rsidR="00B46E76" w:rsidRDefault="00B46E76" w:rsidP="009B7035">
      <w:pPr>
        <w:autoSpaceDE w:val="0"/>
        <w:ind w:firstLine="540"/>
        <w:jc w:val="both"/>
        <w:rPr>
          <w:rFonts w:ascii="Arial" w:hAnsi="Arial" w:cs="Arial"/>
          <w:sz w:val="24"/>
          <w:szCs w:val="24"/>
        </w:rPr>
      </w:pPr>
      <w:r w:rsidRPr="005C0F25">
        <w:rPr>
          <w:rFonts w:ascii="Arial" w:hAnsi="Arial" w:cs="Arial"/>
          <w:sz w:val="24"/>
          <w:szCs w:val="24"/>
        </w:rPr>
        <w:t>2. Настоящее решение вступает в силу в порядке, определенном Уставом</w:t>
      </w:r>
      <w:r>
        <w:rPr>
          <w:rFonts w:ascii="Arial" w:hAnsi="Arial" w:cs="Arial"/>
          <w:sz w:val="24"/>
          <w:szCs w:val="24"/>
        </w:rPr>
        <w:t xml:space="preserve"> </w:t>
      </w:r>
      <w:r w:rsidRPr="005C0F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Дутовского </w:t>
      </w:r>
      <w:r w:rsidRPr="005C0F25">
        <w:rPr>
          <w:rFonts w:ascii="Arial" w:hAnsi="Arial" w:cs="Arial"/>
          <w:sz w:val="24"/>
          <w:szCs w:val="24"/>
        </w:rPr>
        <w:t xml:space="preserve">сельского поселения Ливенского </w:t>
      </w:r>
      <w:r>
        <w:rPr>
          <w:rFonts w:ascii="Arial" w:hAnsi="Arial" w:cs="Arial"/>
          <w:sz w:val="24"/>
          <w:szCs w:val="24"/>
        </w:rPr>
        <w:t xml:space="preserve">муниципального </w:t>
      </w:r>
      <w:r w:rsidRPr="005C0F25">
        <w:rPr>
          <w:rFonts w:ascii="Arial" w:hAnsi="Arial" w:cs="Arial"/>
          <w:sz w:val="24"/>
          <w:szCs w:val="24"/>
        </w:rPr>
        <w:t>района Орловской области.</w:t>
      </w:r>
    </w:p>
    <w:p w:rsidR="00B46E76" w:rsidRPr="000949A7" w:rsidRDefault="00B46E76" w:rsidP="00D02CA3">
      <w:pPr>
        <w:autoSpaceDE w:val="0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</w:p>
    <w:p w:rsidR="00B46E76" w:rsidRPr="009B7035" w:rsidRDefault="00B46E76" w:rsidP="009B7035">
      <w:pPr>
        <w:autoSpaceDE w:val="0"/>
        <w:autoSpaceDN w:val="0"/>
        <w:adjustRightInd w:val="0"/>
        <w:spacing w:line="238" w:lineRule="auto"/>
        <w:jc w:val="both"/>
        <w:rPr>
          <w:rFonts w:ascii="Arial" w:hAnsi="Arial" w:cs="Arial"/>
          <w:sz w:val="24"/>
          <w:szCs w:val="24"/>
        </w:rPr>
      </w:pPr>
      <w:r w:rsidRPr="009B7035">
        <w:rPr>
          <w:rFonts w:ascii="Arial" w:hAnsi="Arial" w:cs="Arial"/>
          <w:sz w:val="24"/>
          <w:szCs w:val="24"/>
        </w:rPr>
        <w:t xml:space="preserve">  Глава Дутовского сельского поселения              </w:t>
      </w:r>
      <w:r w:rsidRPr="009B7035">
        <w:rPr>
          <w:rFonts w:ascii="Arial" w:hAnsi="Arial" w:cs="Arial"/>
          <w:sz w:val="24"/>
          <w:szCs w:val="24"/>
        </w:rPr>
        <w:tab/>
        <w:t xml:space="preserve">                                    А.Н.Зубанов</w:t>
      </w:r>
    </w:p>
    <w:p w:rsidR="00B46E76" w:rsidRPr="00A32438" w:rsidRDefault="00B46E76" w:rsidP="00A3243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</w:p>
    <w:sectPr w:rsidR="00B46E76" w:rsidRPr="00A32438" w:rsidSect="00D02CA3">
      <w:pgSz w:w="11906" w:h="16838"/>
      <w:pgMar w:top="426" w:right="707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  <w:sz w:val="24"/>
        <w:szCs w:val="24"/>
      </w:rPr>
    </w:lvl>
  </w:abstractNum>
  <w:abstractNum w:abstractNumId="3">
    <w:nsid w:val="1FC8676E"/>
    <w:multiLevelType w:val="hybridMultilevel"/>
    <w:tmpl w:val="1A1C2978"/>
    <w:lvl w:ilvl="0" w:tplc="91A03BF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4BA4"/>
    <w:rsid w:val="00064443"/>
    <w:rsid w:val="000949A7"/>
    <w:rsid w:val="000C29C0"/>
    <w:rsid w:val="00154AB4"/>
    <w:rsid w:val="001620A0"/>
    <w:rsid w:val="00166D36"/>
    <w:rsid w:val="001A67E8"/>
    <w:rsid w:val="001A7DF7"/>
    <w:rsid w:val="001D5B53"/>
    <w:rsid w:val="001E1B25"/>
    <w:rsid w:val="00204922"/>
    <w:rsid w:val="00251ED3"/>
    <w:rsid w:val="0028724C"/>
    <w:rsid w:val="002E01D0"/>
    <w:rsid w:val="002E147A"/>
    <w:rsid w:val="00387CBC"/>
    <w:rsid w:val="00415F81"/>
    <w:rsid w:val="00420415"/>
    <w:rsid w:val="00421D90"/>
    <w:rsid w:val="0042558F"/>
    <w:rsid w:val="00433DC7"/>
    <w:rsid w:val="0049009C"/>
    <w:rsid w:val="00491D56"/>
    <w:rsid w:val="0049492F"/>
    <w:rsid w:val="00496FD4"/>
    <w:rsid w:val="004F5395"/>
    <w:rsid w:val="00512B9E"/>
    <w:rsid w:val="00513673"/>
    <w:rsid w:val="00514125"/>
    <w:rsid w:val="00515144"/>
    <w:rsid w:val="00524F62"/>
    <w:rsid w:val="00553D27"/>
    <w:rsid w:val="00561F32"/>
    <w:rsid w:val="005A47FF"/>
    <w:rsid w:val="005B4D86"/>
    <w:rsid w:val="005C0F25"/>
    <w:rsid w:val="005C46B2"/>
    <w:rsid w:val="005D07ED"/>
    <w:rsid w:val="005D650F"/>
    <w:rsid w:val="005E1330"/>
    <w:rsid w:val="005F70CA"/>
    <w:rsid w:val="00656BAE"/>
    <w:rsid w:val="006848CC"/>
    <w:rsid w:val="00694BB4"/>
    <w:rsid w:val="00720A7D"/>
    <w:rsid w:val="00727DB6"/>
    <w:rsid w:val="00775932"/>
    <w:rsid w:val="007933C5"/>
    <w:rsid w:val="007A7840"/>
    <w:rsid w:val="007E031A"/>
    <w:rsid w:val="007E7F63"/>
    <w:rsid w:val="00803683"/>
    <w:rsid w:val="008649A8"/>
    <w:rsid w:val="00867D98"/>
    <w:rsid w:val="00885401"/>
    <w:rsid w:val="008A3348"/>
    <w:rsid w:val="008A7DF5"/>
    <w:rsid w:val="008C091E"/>
    <w:rsid w:val="008D1255"/>
    <w:rsid w:val="008D73A6"/>
    <w:rsid w:val="009018E5"/>
    <w:rsid w:val="009041F1"/>
    <w:rsid w:val="00925207"/>
    <w:rsid w:val="00942E30"/>
    <w:rsid w:val="009672DE"/>
    <w:rsid w:val="0097162B"/>
    <w:rsid w:val="00974BA4"/>
    <w:rsid w:val="00981A3B"/>
    <w:rsid w:val="009A307B"/>
    <w:rsid w:val="009A331C"/>
    <w:rsid w:val="009B7035"/>
    <w:rsid w:val="009D0677"/>
    <w:rsid w:val="00A02AD3"/>
    <w:rsid w:val="00A20A4E"/>
    <w:rsid w:val="00A30DAC"/>
    <w:rsid w:val="00A32438"/>
    <w:rsid w:val="00A5089D"/>
    <w:rsid w:val="00A525FE"/>
    <w:rsid w:val="00A52FB6"/>
    <w:rsid w:val="00A91A60"/>
    <w:rsid w:val="00AB4056"/>
    <w:rsid w:val="00AB7ADE"/>
    <w:rsid w:val="00AC24B3"/>
    <w:rsid w:val="00AC6117"/>
    <w:rsid w:val="00B2078A"/>
    <w:rsid w:val="00B237BA"/>
    <w:rsid w:val="00B37038"/>
    <w:rsid w:val="00B46E76"/>
    <w:rsid w:val="00B539F2"/>
    <w:rsid w:val="00B671A3"/>
    <w:rsid w:val="00B85958"/>
    <w:rsid w:val="00B90D7B"/>
    <w:rsid w:val="00BB0F46"/>
    <w:rsid w:val="00BB768C"/>
    <w:rsid w:val="00BD0062"/>
    <w:rsid w:val="00C550B8"/>
    <w:rsid w:val="00C91F5A"/>
    <w:rsid w:val="00CF31BF"/>
    <w:rsid w:val="00D02CA3"/>
    <w:rsid w:val="00D223D6"/>
    <w:rsid w:val="00D27FC2"/>
    <w:rsid w:val="00D92604"/>
    <w:rsid w:val="00DA4436"/>
    <w:rsid w:val="00DC4F91"/>
    <w:rsid w:val="00E52727"/>
    <w:rsid w:val="00E67297"/>
    <w:rsid w:val="00E6770A"/>
    <w:rsid w:val="00EB1587"/>
    <w:rsid w:val="00EF61F9"/>
    <w:rsid w:val="00F13054"/>
    <w:rsid w:val="00F3466A"/>
    <w:rsid w:val="00F87B8A"/>
    <w:rsid w:val="00FA1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33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E13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A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443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Normal"/>
    <w:uiPriority w:val="99"/>
    <w:rsid w:val="00FA1054"/>
    <w:pPr>
      <w:widowControl w:val="0"/>
      <w:suppressAutoHyphens/>
      <w:autoSpaceDE w:val="0"/>
      <w:ind w:firstLine="720"/>
    </w:pPr>
    <w:rPr>
      <w:rFonts w:ascii="Arial" w:hAnsi="Arial" w:cs="Arial"/>
      <w:kern w:val="2"/>
      <w:sz w:val="20"/>
      <w:szCs w:val="20"/>
      <w:lang w:eastAsia="zh-CN" w:bidi="hi-IN"/>
    </w:rPr>
  </w:style>
  <w:style w:type="character" w:styleId="Hyperlink">
    <w:name w:val="Hyperlink"/>
    <w:basedOn w:val="DefaultParagraphFont"/>
    <w:uiPriority w:val="99"/>
    <w:rsid w:val="00FA1054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1A7DF7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A7DF7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32">
    <w:name w:val="Основной текст с отступом 32"/>
    <w:basedOn w:val="Normal"/>
    <w:uiPriority w:val="99"/>
    <w:rsid w:val="001A7DF7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21">
    <w:name w:val="Основной текст 21"/>
    <w:basedOn w:val="Normal"/>
    <w:uiPriority w:val="99"/>
    <w:rsid w:val="001A7DF7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pple-style-span">
    <w:name w:val="apple-style-span"/>
    <w:basedOn w:val="DefaultParagraphFont"/>
    <w:uiPriority w:val="99"/>
    <w:rsid w:val="001A7DF7"/>
    <w:rPr>
      <w:rFonts w:cs="Times New Roman"/>
    </w:rPr>
  </w:style>
  <w:style w:type="paragraph" w:customStyle="1" w:styleId="ConsNormal">
    <w:name w:val="ConsNormal"/>
    <w:uiPriority w:val="99"/>
    <w:rsid w:val="001A7DF7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NoSpacing">
    <w:name w:val="No Spacing"/>
    <w:link w:val="NoSpacingChar"/>
    <w:uiPriority w:val="99"/>
    <w:qFormat/>
    <w:rsid w:val="007E031A"/>
    <w:pPr>
      <w:widowControl w:val="0"/>
      <w:suppressAutoHyphens/>
    </w:pPr>
    <w:rPr>
      <w:rFonts w:ascii="Liberation Serif" w:eastAsia="Times New Roman" w:hAnsi="Liberation Serif"/>
      <w:kern w:val="2"/>
      <w:sz w:val="21"/>
      <w:lang w:eastAsia="zh-CN"/>
    </w:rPr>
  </w:style>
  <w:style w:type="paragraph" w:styleId="BodyText">
    <w:name w:val="Body Text"/>
    <w:basedOn w:val="Normal"/>
    <w:link w:val="BodyTextChar"/>
    <w:uiPriority w:val="99"/>
    <w:semiHidden/>
    <w:rsid w:val="002049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04922"/>
    <w:rPr>
      <w:rFonts w:cs="Times New Roman"/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99"/>
    <w:locked/>
    <w:rsid w:val="00A525FE"/>
    <w:rPr>
      <w:rFonts w:ascii="Liberation Serif" w:hAnsi="Liberation Serif"/>
      <w:kern w:val="2"/>
      <w:sz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58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dm-liv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332</Words>
  <Characters>1898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2024-12-12T08:22:00Z</cp:lastPrinted>
  <dcterms:created xsi:type="dcterms:W3CDTF">2025-12-02T08:51:00Z</dcterms:created>
  <dcterms:modified xsi:type="dcterms:W3CDTF">2025-12-26T09:07:00Z</dcterms:modified>
</cp:coreProperties>
</file>